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7E2198" w14:paraId="68039C31" w14:textId="77777777" w:rsidTr="007E2198">
        <w:trPr>
          <w:trHeight w:val="885"/>
        </w:trPr>
        <w:tc>
          <w:tcPr>
            <w:tcW w:w="3936" w:type="dxa"/>
          </w:tcPr>
          <w:p w14:paraId="5119DB6C" w14:textId="77777777" w:rsidR="00BA1820" w:rsidRDefault="00BA1820" w:rsidP="00BA1820">
            <w:r w:rsidRPr="00BA1820">
              <w:rPr>
                <w:rFonts w:ascii="Impact" w:hAnsi="Impact"/>
                <w:sz w:val="52"/>
              </w:rPr>
              <w:t>Max Mustermann</w:t>
            </w:r>
          </w:p>
        </w:tc>
      </w:tr>
      <w:tr w:rsidR="007E2198" w14:paraId="1E1C4720" w14:textId="77777777" w:rsidTr="007E2198">
        <w:trPr>
          <w:trHeight w:val="729"/>
        </w:trPr>
        <w:tc>
          <w:tcPr>
            <w:tcW w:w="3936" w:type="dxa"/>
          </w:tcPr>
          <w:p w14:paraId="6D8BFB75" w14:textId="77777777" w:rsidR="00BA1820" w:rsidRPr="007E2198" w:rsidRDefault="00BA1820">
            <w:pPr>
              <w:rPr>
                <w:b/>
                <w:sz w:val="18"/>
              </w:rPr>
            </w:pPr>
            <w:r w:rsidRPr="007E2198">
              <w:rPr>
                <w:b/>
                <w:sz w:val="18"/>
              </w:rPr>
              <w:t xml:space="preserve">Staatsbügerschaft: </w:t>
            </w:r>
            <w:r w:rsidRPr="007E2198">
              <w:rPr>
                <w:b/>
                <w:sz w:val="18"/>
              </w:rPr>
              <w:tab/>
              <w:t>deutsch</w:t>
            </w:r>
          </w:p>
          <w:p w14:paraId="2E3ABAC8" w14:textId="77777777" w:rsidR="00BA1820" w:rsidRDefault="00BA1820">
            <w:r w:rsidRPr="007E2198">
              <w:rPr>
                <w:b/>
                <w:sz w:val="18"/>
              </w:rPr>
              <w:t xml:space="preserve">Geburtstag: </w:t>
            </w:r>
            <w:r w:rsidRPr="007E2198">
              <w:rPr>
                <w:b/>
                <w:sz w:val="18"/>
              </w:rPr>
              <w:tab/>
            </w:r>
            <w:r w:rsidRPr="007E2198">
              <w:rPr>
                <w:b/>
                <w:sz w:val="18"/>
              </w:rPr>
              <w:tab/>
              <w:t>19.</w:t>
            </w:r>
            <w:r w:rsidR="00255CC6">
              <w:rPr>
                <w:b/>
                <w:sz w:val="18"/>
              </w:rPr>
              <w:t>0</w:t>
            </w:r>
            <w:r w:rsidRPr="007E2198">
              <w:rPr>
                <w:b/>
                <w:sz w:val="18"/>
              </w:rPr>
              <w:t>9.1990</w:t>
            </w:r>
          </w:p>
        </w:tc>
      </w:tr>
    </w:tbl>
    <w:tbl>
      <w:tblPr>
        <w:tblStyle w:val="Tabellengitternetz"/>
        <w:tblpPr w:leftFromText="141" w:rightFromText="141" w:vertAnchor="text" w:horzAnchor="page" w:tblpX="5458" w:tblpY="-16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</w:tblGrid>
      <w:tr w:rsidR="007E2198" w14:paraId="0A401274" w14:textId="77777777" w:rsidTr="00255CC6">
        <w:trPr>
          <w:trHeight w:val="362"/>
        </w:trPr>
        <w:tc>
          <w:tcPr>
            <w:tcW w:w="5104" w:type="dxa"/>
            <w:tcBorders>
              <w:bottom w:val="nil"/>
              <w:right w:val="nil"/>
            </w:tcBorders>
            <w:shd w:val="clear" w:color="auto" w:fill="EEECE1" w:themeFill="background2"/>
          </w:tcPr>
          <w:p w14:paraId="3DE16081" w14:textId="77777777" w:rsidR="007E2198" w:rsidRPr="00BA1820" w:rsidRDefault="007E2198" w:rsidP="00255CC6">
            <w:pPr>
              <w:rPr>
                <w:sz w:val="24"/>
                <w:szCs w:val="24"/>
              </w:rPr>
            </w:pPr>
            <w:r>
              <w:rPr>
                <w:rFonts w:ascii="Impact" w:hAnsi="Impact"/>
                <w:sz w:val="24"/>
                <w:szCs w:val="24"/>
              </w:rPr>
              <w:t>Kontakt</w:t>
            </w:r>
          </w:p>
        </w:tc>
      </w:tr>
      <w:tr w:rsidR="00255CC6" w:rsidRPr="002B4E70" w14:paraId="2074CC1A" w14:textId="77777777" w:rsidTr="00255CC6">
        <w:trPr>
          <w:trHeight w:val="623"/>
        </w:trPr>
        <w:tc>
          <w:tcPr>
            <w:tcW w:w="5104" w:type="dxa"/>
            <w:tcBorders>
              <w:top w:val="nil"/>
              <w:bottom w:val="nil"/>
              <w:right w:val="nil"/>
            </w:tcBorders>
          </w:tcPr>
          <w:p w14:paraId="57109A98" w14:textId="33418B51" w:rsidR="00255CC6" w:rsidRPr="002B4E70" w:rsidRDefault="00255CC6" w:rsidP="00255CC6">
            <w:pPr>
              <w:rPr>
                <w:lang w:val="de-DE"/>
              </w:rPr>
            </w:pPr>
            <w:r w:rsidRPr="002B4E70">
              <w:rPr>
                <w:lang w:val="de-DE"/>
              </w:rPr>
              <w:t>Adresse:</w:t>
            </w:r>
            <w:r w:rsidR="002B4E70" w:rsidRPr="002B4E70">
              <w:rPr>
                <w:lang w:val="de-DE"/>
              </w:rPr>
              <w:t xml:space="preserve"> Musterstr. </w:t>
            </w:r>
            <w:r w:rsidR="002B4E70">
              <w:rPr>
                <w:lang w:val="de-DE"/>
              </w:rPr>
              <w:t>1</w:t>
            </w:r>
          </w:p>
          <w:p w14:paraId="3307AABC" w14:textId="748A8434" w:rsidR="007E2198" w:rsidRPr="002B4E70" w:rsidRDefault="007E2198" w:rsidP="00255CC6">
            <w:pPr>
              <w:rPr>
                <w:lang w:val="de-DE"/>
              </w:rPr>
            </w:pPr>
            <w:r w:rsidRPr="002B4E70">
              <w:rPr>
                <w:lang w:val="de-DE"/>
              </w:rPr>
              <w:t>Tel:</w:t>
            </w:r>
            <w:r w:rsidR="002B4E70">
              <w:rPr>
                <w:lang w:val="de-DE"/>
              </w:rPr>
              <w:t>123456</w:t>
            </w:r>
          </w:p>
          <w:p w14:paraId="482DCF41" w14:textId="00FEC0AC" w:rsidR="00CD5490" w:rsidRPr="002B4E70" w:rsidRDefault="007E2198" w:rsidP="00255CC6">
            <w:pPr>
              <w:rPr>
                <w:lang w:val="de-DE"/>
              </w:rPr>
            </w:pPr>
            <w:r w:rsidRPr="002B4E70">
              <w:rPr>
                <w:lang w:val="de-DE"/>
              </w:rPr>
              <w:t>E-Mail:</w:t>
            </w:r>
            <w:r w:rsidR="002B4E70">
              <w:rPr>
                <w:lang w:val="de-DE"/>
              </w:rPr>
              <w:t xml:space="preserve"> emailadresse@internet</w:t>
            </w:r>
          </w:p>
        </w:tc>
      </w:tr>
    </w:tbl>
    <w:p w14:paraId="3BC6D2F8" w14:textId="77777777" w:rsidR="00BA1820" w:rsidRPr="002B4E70" w:rsidRDefault="00BA1820">
      <w:pPr>
        <w:rPr>
          <w:lang w:val="de-DE"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D5490" w:rsidRPr="002B4E70" w14:paraId="4CCAB453" w14:textId="77777777" w:rsidTr="003C410A">
        <w:trPr>
          <w:trHeight w:val="362"/>
        </w:trPr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2DCDB" w:themeFill="accent2" w:themeFillTint="33"/>
          </w:tcPr>
          <w:p w14:paraId="55983F8C" w14:textId="77777777" w:rsidR="00CD5490" w:rsidRPr="002B4E70" w:rsidRDefault="00CD5490" w:rsidP="003C410A">
            <w:pPr>
              <w:rPr>
                <w:lang w:val="de-DE"/>
              </w:rPr>
            </w:pPr>
            <w:r w:rsidRPr="002B4E70">
              <w:rPr>
                <w:rFonts w:ascii="Impact" w:hAnsi="Impact"/>
                <w:sz w:val="24"/>
                <w:szCs w:val="24"/>
                <w:lang w:val="de-DE"/>
              </w:rPr>
              <w:t>Ich biete</w:t>
            </w:r>
          </w:p>
        </w:tc>
      </w:tr>
      <w:tr w:rsidR="00CD5490" w:rsidRPr="002B4E70" w14:paraId="4F57714E" w14:textId="77777777" w:rsidTr="003C410A">
        <w:trPr>
          <w:trHeight w:val="362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74C586" w14:textId="77777777" w:rsidR="00CD5490" w:rsidRPr="002B4E70" w:rsidRDefault="00CD5490" w:rsidP="003C410A">
            <w:pPr>
              <w:pStyle w:val="Listenabsatz"/>
              <w:numPr>
                <w:ilvl w:val="0"/>
                <w:numId w:val="3"/>
              </w:numPr>
              <w:rPr>
                <w:lang w:val="de-DE"/>
              </w:rPr>
            </w:pPr>
            <w:r w:rsidRPr="002B4E70">
              <w:rPr>
                <w:lang w:val="de-DE"/>
              </w:rPr>
              <w:t xml:space="preserve">IT-Beratung, Consulting, Software Entwicklung, Analyse, Design, Implementierung, Test, </w:t>
            </w:r>
          </w:p>
          <w:p w14:paraId="75CA5256" w14:textId="77777777" w:rsidR="00CD5490" w:rsidRDefault="00CD5490" w:rsidP="003C410A">
            <w:pPr>
              <w:pStyle w:val="Listenabsatz"/>
              <w:numPr>
                <w:ilvl w:val="0"/>
                <w:numId w:val="3"/>
              </w:numPr>
            </w:pPr>
            <w:r w:rsidRPr="002B4E70">
              <w:rPr>
                <w:lang w:val="de-DE"/>
              </w:rPr>
              <w:t xml:space="preserve">Web </w:t>
            </w:r>
            <w:r w:rsidRPr="00BA1820">
              <w:t xml:space="preserve">Services, Java, C, C++, Ada, Perl, Ruby, XML, GUI, Swing, SWT, GTK+, Qt, Webdesign, HTML, PHP, Datenbanken, Oracle, MySQL, </w:t>
            </w:r>
          </w:p>
          <w:p w14:paraId="6DC590F8" w14:textId="77777777" w:rsidR="00CD5490" w:rsidRPr="002B4E70" w:rsidRDefault="00CD5490" w:rsidP="003C410A">
            <w:pPr>
              <w:pStyle w:val="Listenabsatz"/>
              <w:numPr>
                <w:ilvl w:val="0"/>
                <w:numId w:val="3"/>
              </w:numPr>
              <w:rPr>
                <w:lang w:val="de-DE"/>
              </w:rPr>
            </w:pPr>
            <w:r w:rsidRPr="002B4E70">
              <w:rPr>
                <w:lang w:val="de-DE"/>
              </w:rPr>
              <w:t>IP, TCP, UDP, SMTP, POP3, IMAP, HTTP, FTP, SOAP, Kommunikationssysteme, Verteilte Systeme, Prozessdatenverarbeitung, Teststrategien, funktionale Tests, Lasttests, Stresstests, Schulungen</w:t>
            </w:r>
          </w:p>
        </w:tc>
      </w:tr>
    </w:tbl>
    <w:p w14:paraId="68A296E0" w14:textId="77777777" w:rsidR="00CD5490" w:rsidRPr="002B4E70" w:rsidRDefault="00CD5490">
      <w:pPr>
        <w:rPr>
          <w:lang w:val="de-DE"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single" w:sz="4" w:space="0" w:color="F2F2F2" w:themeColor="background1" w:themeShade="F2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E2198" w:rsidRPr="00BA1820" w14:paraId="7992D0A4" w14:textId="77777777" w:rsidTr="00255CC6">
        <w:trPr>
          <w:trHeight w:val="362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DCE6F2" w:themeFill="accent1" w:themeFillTint="33"/>
          </w:tcPr>
          <w:p w14:paraId="4082EB89" w14:textId="77777777" w:rsidR="007E2198" w:rsidRPr="00BA1820" w:rsidRDefault="007E2198" w:rsidP="00255CC6">
            <w:pPr>
              <w:rPr>
                <w:sz w:val="24"/>
                <w:szCs w:val="24"/>
              </w:rPr>
            </w:pPr>
            <w:r>
              <w:rPr>
                <w:rFonts w:ascii="Impact" w:hAnsi="Impact"/>
                <w:sz w:val="24"/>
                <w:szCs w:val="24"/>
              </w:rPr>
              <w:t>Interessen</w:t>
            </w:r>
          </w:p>
        </w:tc>
      </w:tr>
      <w:tr w:rsidR="007E2198" w14:paraId="2EE3EA0A" w14:textId="77777777" w:rsidTr="00CD5490">
        <w:trPr>
          <w:trHeight w:val="682"/>
        </w:trPr>
        <w:tc>
          <w:tcPr>
            <w:tcW w:w="918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105B16AC" w14:textId="77777777" w:rsidR="00255CC6" w:rsidRDefault="00255CC6" w:rsidP="00255CC6">
            <w:pPr>
              <w:pStyle w:val="Listenabsatz"/>
              <w:numPr>
                <w:ilvl w:val="0"/>
                <w:numId w:val="2"/>
              </w:numPr>
            </w:pPr>
            <w:r>
              <w:t>Intressengebiet 1</w:t>
            </w:r>
          </w:p>
          <w:p w14:paraId="118177F7" w14:textId="77777777" w:rsidR="00255CC6" w:rsidRDefault="00255CC6" w:rsidP="00255CC6">
            <w:pPr>
              <w:pStyle w:val="Listenabsatz"/>
              <w:numPr>
                <w:ilvl w:val="0"/>
                <w:numId w:val="2"/>
              </w:numPr>
            </w:pPr>
            <w:r>
              <w:t>Interessengbiet2</w:t>
            </w:r>
          </w:p>
        </w:tc>
      </w:tr>
    </w:tbl>
    <w:p w14:paraId="78965B05" w14:textId="77777777" w:rsidR="00CD5490" w:rsidRDefault="00CD5490"/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654"/>
      </w:tblGrid>
      <w:tr w:rsidR="00CD5490" w:rsidRPr="00BA1820" w14:paraId="0C0B388A" w14:textId="77777777" w:rsidTr="00CD5490">
        <w:trPr>
          <w:trHeight w:val="362"/>
        </w:trPr>
        <w:tc>
          <w:tcPr>
            <w:tcW w:w="9180" w:type="dxa"/>
            <w:gridSpan w:val="2"/>
            <w:tcBorders>
              <w:bottom w:val="single" w:sz="4" w:space="0" w:color="auto"/>
              <w:right w:val="nil"/>
            </w:tcBorders>
            <w:shd w:val="clear" w:color="auto" w:fill="E6E0EC" w:themeFill="accent4" w:themeFillTint="33"/>
          </w:tcPr>
          <w:p w14:paraId="3B2EC368" w14:textId="77777777" w:rsidR="00CD5490" w:rsidRPr="00BA1820" w:rsidRDefault="00CD5490" w:rsidP="003C410A">
            <w:pPr>
              <w:rPr>
                <w:sz w:val="24"/>
                <w:szCs w:val="24"/>
              </w:rPr>
            </w:pPr>
            <w:r>
              <w:rPr>
                <w:rFonts w:ascii="Impact" w:hAnsi="Impact"/>
                <w:sz w:val="24"/>
                <w:szCs w:val="24"/>
              </w:rPr>
              <w:t>Projekterfahrung</w:t>
            </w:r>
          </w:p>
        </w:tc>
      </w:tr>
      <w:tr w:rsidR="00CD5490" w14:paraId="2C34C623" w14:textId="77777777" w:rsidTr="00CD5490">
        <w:trPr>
          <w:trHeight w:val="156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584ABC0" w14:textId="77777777" w:rsidR="00CD5490" w:rsidRDefault="00CD5490" w:rsidP="003C410A">
            <w:r>
              <w:t>2001-2002</w:t>
            </w:r>
          </w:p>
          <w:p w14:paraId="6DBD9F44" w14:textId="77777777" w:rsidR="00CD5490" w:rsidRDefault="00CD5490" w:rsidP="003C410A">
            <w:r>
              <w:t>2003-2004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14:paraId="479BFE6C" w14:textId="2FF75FBF" w:rsidR="00CD5490" w:rsidRDefault="006D4657" w:rsidP="003C410A">
            <w:r>
              <w:t>Projekt</w:t>
            </w:r>
            <w:r w:rsidR="002B4E70">
              <w:t xml:space="preserve"> ABC</w:t>
            </w:r>
          </w:p>
          <w:p w14:paraId="1E93EE96" w14:textId="47ADA5F7" w:rsidR="002B4E70" w:rsidRDefault="002B4E70" w:rsidP="006D4657">
            <w:r>
              <w:t>Proje</w:t>
            </w:r>
            <w:r w:rsidR="006D4657">
              <w:t>kt</w:t>
            </w:r>
            <w:r>
              <w:t xml:space="preserve"> DEF</w:t>
            </w:r>
          </w:p>
        </w:tc>
      </w:tr>
    </w:tbl>
    <w:p w14:paraId="7FA1F7CA" w14:textId="77777777" w:rsidR="00CD5490" w:rsidRDefault="00CD5490"/>
    <w:tbl>
      <w:tblPr>
        <w:tblStyle w:val="Tabellengitternetz"/>
        <w:tblW w:w="0" w:type="auto"/>
        <w:tblBorders>
          <w:top w:val="none" w:sz="0" w:space="0" w:color="auto"/>
          <w:left w:val="single" w:sz="4" w:space="0" w:color="F2F2F2" w:themeColor="background1" w:themeShade="F2"/>
          <w:right w:val="none" w:sz="0" w:space="0" w:color="auto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526"/>
        <w:gridCol w:w="7654"/>
      </w:tblGrid>
      <w:tr w:rsidR="00CD5490" w:rsidRPr="00BA1820" w14:paraId="78A50BFA" w14:textId="77777777" w:rsidTr="00CD5490">
        <w:trPr>
          <w:trHeight w:val="362"/>
        </w:trPr>
        <w:tc>
          <w:tcPr>
            <w:tcW w:w="9180" w:type="dxa"/>
            <w:gridSpan w:val="2"/>
            <w:shd w:val="clear" w:color="auto" w:fill="DBEEF4" w:themeFill="accent5" w:themeFillTint="33"/>
          </w:tcPr>
          <w:p w14:paraId="03AC00BD" w14:textId="77777777" w:rsidR="00CD5490" w:rsidRPr="00BA1820" w:rsidRDefault="00CD5490" w:rsidP="003C410A">
            <w:pPr>
              <w:rPr>
                <w:sz w:val="24"/>
                <w:szCs w:val="24"/>
              </w:rPr>
            </w:pPr>
            <w:r>
              <w:rPr>
                <w:rFonts w:ascii="Impact" w:hAnsi="Impact"/>
                <w:sz w:val="24"/>
                <w:szCs w:val="24"/>
              </w:rPr>
              <w:t>Berufserfahrung</w:t>
            </w:r>
          </w:p>
        </w:tc>
      </w:tr>
      <w:tr w:rsidR="00CD5490" w14:paraId="276AE4ED" w14:textId="77777777" w:rsidTr="009C334C">
        <w:trPr>
          <w:trHeight w:val="1368"/>
        </w:trPr>
        <w:tc>
          <w:tcPr>
            <w:tcW w:w="1526" w:type="dxa"/>
            <w:tcBorders>
              <w:top w:val="single" w:sz="4" w:space="0" w:color="auto"/>
              <w:left w:val="nil"/>
            </w:tcBorders>
          </w:tcPr>
          <w:p w14:paraId="6EC9744C" w14:textId="77777777" w:rsidR="00CD5490" w:rsidRDefault="00CD5490" w:rsidP="003C410A">
            <w:r>
              <w:t>2004-2007</w:t>
            </w:r>
          </w:p>
          <w:p w14:paraId="417F78D4" w14:textId="77777777" w:rsidR="00CD5490" w:rsidRDefault="00CD5490" w:rsidP="003C410A">
            <w:r>
              <w:t>2007-2010</w:t>
            </w:r>
          </w:p>
        </w:tc>
        <w:tc>
          <w:tcPr>
            <w:tcW w:w="7654" w:type="dxa"/>
          </w:tcPr>
          <w:p w14:paraId="30514488" w14:textId="7763B226" w:rsidR="00CD5490" w:rsidRDefault="006D4657" w:rsidP="003C410A">
            <w:r>
              <w:t>Firma</w:t>
            </w:r>
            <w:r w:rsidR="002B4E70">
              <w:t xml:space="preserve"> 1</w:t>
            </w:r>
          </w:p>
          <w:p w14:paraId="524B222C" w14:textId="5BFD5598" w:rsidR="002B4E70" w:rsidRDefault="006D4657" w:rsidP="003C410A">
            <w:r>
              <w:t>Firma</w:t>
            </w:r>
            <w:r w:rsidR="002B4E70">
              <w:t xml:space="preserve"> 2</w:t>
            </w:r>
          </w:p>
        </w:tc>
      </w:tr>
    </w:tbl>
    <w:p w14:paraId="4ADD2400" w14:textId="77777777" w:rsidR="00CD5490" w:rsidRDefault="00CD5490"/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654"/>
      </w:tblGrid>
      <w:tr w:rsidR="00CD5490" w:rsidRPr="00BA1820" w14:paraId="3E4602A6" w14:textId="77777777" w:rsidTr="003C410A">
        <w:trPr>
          <w:trHeight w:val="362"/>
        </w:trPr>
        <w:tc>
          <w:tcPr>
            <w:tcW w:w="9180" w:type="dxa"/>
            <w:gridSpan w:val="2"/>
            <w:tcBorders>
              <w:bottom w:val="single" w:sz="4" w:space="0" w:color="auto"/>
              <w:right w:val="nil"/>
            </w:tcBorders>
            <w:shd w:val="clear" w:color="auto" w:fill="EBF1DE" w:themeFill="accent3" w:themeFillTint="33"/>
          </w:tcPr>
          <w:p w14:paraId="20BAEDEB" w14:textId="77777777" w:rsidR="00CD5490" w:rsidRPr="00BA1820" w:rsidRDefault="00CD5490" w:rsidP="003C410A">
            <w:pPr>
              <w:rPr>
                <w:sz w:val="24"/>
                <w:szCs w:val="24"/>
              </w:rPr>
            </w:pPr>
            <w:r>
              <w:rPr>
                <w:rFonts w:ascii="Impact" w:hAnsi="Impact"/>
                <w:sz w:val="24"/>
                <w:szCs w:val="24"/>
              </w:rPr>
              <w:t>Ausbildung</w:t>
            </w:r>
          </w:p>
        </w:tc>
      </w:tr>
      <w:tr w:rsidR="00CD5490" w14:paraId="789C4BF3" w14:textId="77777777" w:rsidTr="00CD5490">
        <w:trPr>
          <w:trHeight w:val="819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EE06F93" w14:textId="77777777" w:rsidR="00CD5490" w:rsidRDefault="00CD5490" w:rsidP="003C410A">
            <w:r>
              <w:t>2001-2002</w:t>
            </w:r>
          </w:p>
          <w:p w14:paraId="23252901" w14:textId="77777777" w:rsidR="00CD5490" w:rsidRDefault="00CD5490" w:rsidP="003C410A">
            <w:r>
              <w:t>2003-2004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14:paraId="7817DFC4" w14:textId="77777777" w:rsidR="00CD5490" w:rsidRDefault="006D4657" w:rsidP="003C410A">
            <w:r>
              <w:t>FH Berlin</w:t>
            </w:r>
          </w:p>
          <w:p w14:paraId="63A2D398" w14:textId="3C44D40C" w:rsidR="006D4657" w:rsidRDefault="006D4657" w:rsidP="006D4657">
            <w:r>
              <w:t xml:space="preserve">Gymnasium </w:t>
            </w:r>
            <w:bookmarkStart w:id="0" w:name="_GoBack"/>
            <w:bookmarkEnd w:id="0"/>
            <w:r>
              <w:t xml:space="preserve"> Berlin</w:t>
            </w:r>
          </w:p>
        </w:tc>
      </w:tr>
    </w:tbl>
    <w:p w14:paraId="1F1AB266" w14:textId="77777777" w:rsidR="00CD5490" w:rsidRDefault="00CD5490"/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D5490" w14:paraId="0D63A671" w14:textId="77777777" w:rsidTr="003C410A">
        <w:trPr>
          <w:trHeight w:val="362"/>
        </w:trPr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DCE6F2" w:themeFill="accent1" w:themeFillTint="33"/>
          </w:tcPr>
          <w:p w14:paraId="5E3AB5F7" w14:textId="77777777" w:rsidR="00CD5490" w:rsidRPr="00BA1820" w:rsidRDefault="00CD5490" w:rsidP="003C410A">
            <w:pPr>
              <w:rPr>
                <w:sz w:val="24"/>
                <w:szCs w:val="24"/>
              </w:rPr>
            </w:pPr>
            <w:r>
              <w:rPr>
                <w:rFonts w:ascii="Impact" w:hAnsi="Impact"/>
                <w:sz w:val="24"/>
                <w:szCs w:val="24"/>
              </w:rPr>
              <w:t>Fremdsprachen</w:t>
            </w:r>
          </w:p>
        </w:tc>
      </w:tr>
      <w:tr w:rsidR="00CD5490" w14:paraId="48ED4607" w14:textId="77777777" w:rsidTr="003C410A">
        <w:trPr>
          <w:trHeight w:val="319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F4EB22" w14:textId="77777777" w:rsidR="00CD5490" w:rsidRDefault="00CD5490" w:rsidP="003C410A">
            <w:r>
              <w:t>Deutsch, Englisch, Französisch</w:t>
            </w:r>
          </w:p>
        </w:tc>
      </w:tr>
    </w:tbl>
    <w:p w14:paraId="51A449BE" w14:textId="77777777" w:rsidR="00CD5490" w:rsidRDefault="00CD5490" w:rsidP="00CD5490"/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D5490" w:rsidRPr="00BA1820" w14:paraId="76366B58" w14:textId="77777777" w:rsidTr="003C410A">
        <w:trPr>
          <w:trHeight w:val="362"/>
        </w:trPr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6ADD7A4" w14:textId="77777777" w:rsidR="00CD5490" w:rsidRPr="00BA1820" w:rsidRDefault="00CD5490" w:rsidP="003C410A">
            <w:pPr>
              <w:rPr>
                <w:sz w:val="24"/>
                <w:szCs w:val="24"/>
              </w:rPr>
            </w:pPr>
            <w:r>
              <w:rPr>
                <w:rFonts w:ascii="Impact" w:hAnsi="Impact"/>
                <w:sz w:val="24"/>
                <w:szCs w:val="24"/>
              </w:rPr>
              <w:t>Sonstiges</w:t>
            </w:r>
          </w:p>
        </w:tc>
      </w:tr>
      <w:tr w:rsidR="00CD5490" w14:paraId="25792A4F" w14:textId="77777777" w:rsidTr="003C410A">
        <w:trPr>
          <w:trHeight w:val="319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C0F4B9" w14:textId="77777777" w:rsidR="00CD5490" w:rsidRDefault="00CD5490" w:rsidP="003C410A">
            <w:r>
              <w:t>Deutsch, Englisch, Französisch</w:t>
            </w:r>
          </w:p>
        </w:tc>
      </w:tr>
    </w:tbl>
    <w:p w14:paraId="3458EF05" w14:textId="77777777" w:rsidR="00CD5490" w:rsidRDefault="00CD5490" w:rsidP="00CD5490"/>
    <w:sectPr w:rsidR="00CD5490" w:rsidSect="00CD5490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15033"/>
    <w:multiLevelType w:val="hybridMultilevel"/>
    <w:tmpl w:val="FCCEF3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07712"/>
    <w:multiLevelType w:val="hybridMultilevel"/>
    <w:tmpl w:val="6520D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35041A"/>
    <w:multiLevelType w:val="hybridMultilevel"/>
    <w:tmpl w:val="19EAA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20"/>
    <w:rsid w:val="00255CC6"/>
    <w:rsid w:val="002B4E70"/>
    <w:rsid w:val="003369C7"/>
    <w:rsid w:val="006D4657"/>
    <w:rsid w:val="007E2198"/>
    <w:rsid w:val="008E3C2F"/>
    <w:rsid w:val="009C334C"/>
    <w:rsid w:val="00BA1820"/>
    <w:rsid w:val="00C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75404D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3C2F"/>
    <w:rPr>
      <w:noProof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A1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A182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5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5490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3C2F"/>
    <w:rPr>
      <w:noProof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A1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A182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5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5490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54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55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47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14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66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DEADC-5709-4EC2-BAE0-426C3495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bki</cp:lastModifiedBy>
  <cp:revision>5</cp:revision>
  <dcterms:created xsi:type="dcterms:W3CDTF">2010-08-04T10:52:00Z</dcterms:created>
  <dcterms:modified xsi:type="dcterms:W3CDTF">2010-10-03T10:44:00Z</dcterms:modified>
</cp:coreProperties>
</file>